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02" w:rsidRDefault="00DC7302" w:rsidP="00B5551B">
      <w:pPr>
        <w:spacing w:before="120" w:after="120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en-US"/>
        </w:rPr>
        <w:tab/>
      </w:r>
    </w:p>
    <w:p w:rsidR="00DC7302" w:rsidRDefault="00DC7302" w:rsidP="00B5551B">
      <w:pPr>
        <w:spacing w:before="120" w:after="120"/>
        <w:jc w:val="center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en-US"/>
        </w:rPr>
        <w:t xml:space="preserve">PHỤ LỤC </w:t>
      </w:r>
    </w:p>
    <w:p w:rsidR="00DC7302" w:rsidRPr="00471E59" w:rsidRDefault="00DC7302" w:rsidP="00471E59">
      <w:pPr>
        <w:spacing w:before="120" w:after="120"/>
        <w:jc w:val="center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en-US"/>
        </w:rPr>
        <w:t>THÔNG TIN CHUYỂN KHOẢN HỌC PHÍ</w:t>
      </w:r>
    </w:p>
    <w:p w:rsidR="00DC7302" w:rsidRDefault="00DC7302" w:rsidP="00B5551B">
      <w:pPr>
        <w:tabs>
          <w:tab w:val="center" w:pos="2268"/>
          <w:tab w:val="left" w:pos="992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845FBF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Khóa đào tạo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>“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V</w:t>
      </w:r>
      <w:r w:rsidRPr="00D667F6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ề Tự chứng nhận xuất xứ hàng hóa”</w:t>
      </w:r>
    </w:p>
    <w:p w:rsidR="00DC7302" w:rsidRDefault="00DC7302" w:rsidP="008F5301">
      <w:pPr>
        <w:tabs>
          <w:tab w:val="center" w:pos="2268"/>
          <w:tab w:val="left" w:pos="992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(Thời gian: cả ngày 17 - 18/8/2016 &amp; buổi sáng ngày 19/8/2016 tại Thành phố Hồ Chí Minh)</w:t>
      </w:r>
    </w:p>
    <w:p w:rsidR="00DC7302" w:rsidRDefault="00DC7302" w:rsidP="00B5551B">
      <w:pPr>
        <w:tabs>
          <w:tab w:val="center" w:pos="2268"/>
          <w:tab w:val="left" w:pos="992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</w:pPr>
      <w:r w:rsidRPr="009A0F22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  <w:t>Đề nghị họ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  <w:t>c viên/</w:t>
      </w:r>
      <w:r w:rsidRPr="009A0F22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  <w:t xml:space="preserve">đơn vị chuyển khoản theo hướng dẫn sau: </w:t>
      </w:r>
    </w:p>
    <w:p w:rsidR="00DC7302" w:rsidRPr="009A0F22" w:rsidRDefault="00DC7302" w:rsidP="00B5551B">
      <w:pPr>
        <w:tabs>
          <w:tab w:val="center" w:pos="2268"/>
          <w:tab w:val="left" w:pos="992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</w:pPr>
    </w:p>
    <w:p w:rsidR="00DC7302" w:rsidRPr="002D3F6A" w:rsidRDefault="00DC7302" w:rsidP="00D57821">
      <w:pPr>
        <w:pStyle w:val="ListParagraph"/>
        <w:numPr>
          <w:ilvl w:val="0"/>
          <w:numId w:val="2"/>
        </w:numPr>
        <w:tabs>
          <w:tab w:val="left" w:leader="dot" w:pos="13230"/>
        </w:tabs>
        <w:spacing w:before="240" w:after="240" w:line="312" w:lineRule="auto"/>
        <w:ind w:left="274" w:hanging="270"/>
        <w:rPr>
          <w:rFonts w:ascii="Times New Roman" w:hAnsi="Times New Roman" w:cs="Times New Roman"/>
          <w:sz w:val="26"/>
          <w:szCs w:val="26"/>
          <w:lang w:val="en-US"/>
        </w:rPr>
      </w:pPr>
      <w:r w:rsidRPr="002D3F6A">
        <w:rPr>
          <w:rFonts w:ascii="Times New Roman" w:hAnsi="Times New Roman" w:cs="Times New Roman"/>
          <w:b/>
          <w:bCs/>
          <w:sz w:val="26"/>
          <w:szCs w:val="26"/>
          <w:lang w:val="en-US"/>
        </w:rPr>
        <w:t>Chủ tài khoản</w:t>
      </w:r>
      <w:r w:rsidRPr="002D3F6A">
        <w:rPr>
          <w:rFonts w:ascii="Times New Roman" w:hAnsi="Times New Roman" w:cs="Times New Roman"/>
          <w:sz w:val="26"/>
          <w:szCs w:val="26"/>
          <w:lang w:val="en-US"/>
        </w:rPr>
        <w:t xml:space="preserve"> : Trung tâm Hỗ trợ Hội nhập WTO </w:t>
      </w:r>
      <w:r>
        <w:rPr>
          <w:rFonts w:ascii="Times New Roman" w:hAnsi="Times New Roman" w:cs="Times New Roman"/>
          <w:sz w:val="26"/>
          <w:szCs w:val="26"/>
          <w:lang w:val="en-US"/>
        </w:rPr>
        <w:t>Thành phố Hồ Chí Minh</w:t>
      </w:r>
    </w:p>
    <w:p w:rsidR="00DC7302" w:rsidRPr="00451E91" w:rsidRDefault="00DC7302" w:rsidP="002D3F6A">
      <w:pPr>
        <w:pStyle w:val="ListParagraph"/>
        <w:numPr>
          <w:ilvl w:val="0"/>
          <w:numId w:val="2"/>
        </w:numPr>
        <w:tabs>
          <w:tab w:val="left" w:leader="dot" w:pos="13230"/>
        </w:tabs>
        <w:spacing w:before="240" w:after="240" w:line="312" w:lineRule="auto"/>
        <w:ind w:left="274" w:hanging="270"/>
        <w:rPr>
          <w:rFonts w:ascii="Times New Roman" w:hAnsi="Times New Roman" w:cs="Times New Roman"/>
          <w:sz w:val="26"/>
          <w:szCs w:val="26"/>
          <w:lang w:val="en-US"/>
        </w:rPr>
      </w:pPr>
      <w:r w:rsidRPr="00451E91">
        <w:rPr>
          <w:rFonts w:ascii="Times New Roman" w:hAnsi="Times New Roman" w:cs="Times New Roman"/>
          <w:b/>
          <w:bCs/>
          <w:sz w:val="26"/>
          <w:szCs w:val="26"/>
          <w:lang w:val="en-US"/>
        </w:rPr>
        <w:t>Số tài khoản</w:t>
      </w:r>
      <w:r w:rsidRPr="00451E91">
        <w:rPr>
          <w:rFonts w:ascii="Times New Roman" w:hAnsi="Times New Roman" w:cs="Times New Roman"/>
          <w:sz w:val="26"/>
          <w:szCs w:val="26"/>
          <w:lang w:val="en-US"/>
        </w:rPr>
        <w:t>:</w:t>
      </w:r>
      <w:r w:rsidRPr="00451E91">
        <w:rPr>
          <w:rFonts w:ascii="Times New Roman" w:hAnsi="Times New Roman" w:cs="Times New Roman"/>
          <w:sz w:val="26"/>
          <w:szCs w:val="26"/>
        </w:rPr>
        <w:t xml:space="preserve"> 156 010 854 321 0002</w:t>
      </w:r>
      <w:r w:rsidRPr="00451E91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451E91">
        <w:rPr>
          <w:rFonts w:ascii="Times New Roman" w:hAnsi="Times New Roman" w:cs="Times New Roman"/>
          <w:sz w:val="26"/>
          <w:szCs w:val="26"/>
        </w:rPr>
        <w:t>Tại Ngân hàng: Ngân hàng TMCP Sài Gòn - SCB - Chi nhánh Phạm Ngọc Thạch (TP.HCM)</w:t>
      </w:r>
    </w:p>
    <w:p w:rsidR="00DC7302" w:rsidRPr="002D3F6A" w:rsidRDefault="00DC7302" w:rsidP="00D57821">
      <w:pPr>
        <w:pStyle w:val="ListParagraph"/>
        <w:numPr>
          <w:ilvl w:val="0"/>
          <w:numId w:val="2"/>
        </w:numPr>
        <w:tabs>
          <w:tab w:val="left" w:leader="dot" w:pos="8364"/>
          <w:tab w:val="left" w:leader="dot" w:pos="13230"/>
        </w:tabs>
        <w:spacing w:before="240" w:after="240" w:line="312" w:lineRule="auto"/>
        <w:ind w:left="274" w:hanging="270"/>
        <w:rPr>
          <w:rFonts w:ascii="Times New Roman" w:hAnsi="Times New Roman" w:cs="Times New Roman"/>
          <w:sz w:val="26"/>
          <w:szCs w:val="26"/>
          <w:lang w:val="en-US"/>
        </w:rPr>
      </w:pPr>
      <w:r w:rsidRPr="002D3F6A">
        <w:rPr>
          <w:rFonts w:ascii="Times New Roman" w:hAnsi="Times New Roman" w:cs="Times New Roman"/>
          <w:b/>
          <w:bCs/>
          <w:sz w:val="26"/>
          <w:szCs w:val="26"/>
          <w:lang w:val="en-US"/>
        </w:rPr>
        <w:t>Nội dung chuyển khoản</w:t>
      </w:r>
      <w:r w:rsidRPr="002D3F6A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>
        <w:rPr>
          <w:rFonts w:ascii="Times New Roman" w:hAnsi="Times New Roman" w:cs="Times New Roman"/>
          <w:i/>
          <w:iCs/>
          <w:sz w:val="26"/>
          <w:szCs w:val="26"/>
          <w:lang w:val="en-US"/>
        </w:rPr>
        <w:t>vui lòng  ghi</w:t>
      </w:r>
      <w:r w:rsidRPr="002D3F6A"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  <w:lang w:val="en-US"/>
        </w:rPr>
        <w:t xml:space="preserve">rõ </w:t>
      </w:r>
      <w:r w:rsidRPr="002D3F6A">
        <w:rPr>
          <w:rFonts w:ascii="Times New Roman" w:hAnsi="Times New Roman" w:cs="Times New Roman"/>
          <w:i/>
          <w:iCs/>
          <w:sz w:val="26"/>
          <w:szCs w:val="26"/>
          <w:lang w:val="en-US"/>
        </w:rPr>
        <w:t>thông tin sau):</w:t>
      </w:r>
      <w:r w:rsidRPr="002D3F6A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:rsidR="00DC7302" w:rsidRPr="00451E91" w:rsidRDefault="00DC7302" w:rsidP="00D57821">
      <w:pPr>
        <w:pStyle w:val="ListParagraph"/>
        <w:numPr>
          <w:ilvl w:val="0"/>
          <w:numId w:val="4"/>
        </w:numPr>
        <w:tabs>
          <w:tab w:val="left" w:leader="dot" w:pos="13230"/>
        </w:tabs>
        <w:spacing w:before="240" w:after="240" w:line="312" w:lineRule="auto"/>
        <w:ind w:left="274" w:hanging="180"/>
        <w:rPr>
          <w:rFonts w:ascii="Times New Roman" w:hAnsi="Times New Roman" w:cs="Times New Roman"/>
          <w:sz w:val="26"/>
          <w:szCs w:val="26"/>
          <w:lang w:val="en-US"/>
        </w:rPr>
      </w:pPr>
      <w:r w:rsidRPr="00451E91">
        <w:rPr>
          <w:rFonts w:ascii="Times New Roman" w:hAnsi="Times New Roman" w:cs="Times New Roman"/>
          <w:sz w:val="26"/>
          <w:szCs w:val="26"/>
          <w:lang w:val="en-US"/>
        </w:rPr>
        <w:t>Chuyển học phí về khóa đào tạo “Tự chứng nhận xuất xứ hàng hóa” tháng  08 năm 2016 tại Tp.HCM</w:t>
      </w:r>
    </w:p>
    <w:p w:rsidR="00DC7302" w:rsidRPr="002D3F6A" w:rsidRDefault="00DC7302" w:rsidP="00AD06FF">
      <w:pPr>
        <w:tabs>
          <w:tab w:val="center" w:pos="11624"/>
        </w:tabs>
        <w:spacing w:before="240" w:after="120" w:line="312" w:lineRule="auto"/>
        <w:ind w:left="180" w:hanging="180"/>
        <w:rPr>
          <w:rFonts w:ascii="Times New Roman" w:hAnsi="Times New Roman" w:cs="Times New Roman"/>
          <w:sz w:val="25"/>
          <w:szCs w:val="25"/>
          <w:lang w:val="en-US"/>
        </w:rPr>
      </w:pPr>
    </w:p>
    <w:p w:rsidR="00DC7302" w:rsidRPr="00D667F6" w:rsidRDefault="00DC7302" w:rsidP="00AD06FF">
      <w:pPr>
        <w:tabs>
          <w:tab w:val="center" w:pos="10065"/>
        </w:tabs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sectPr w:rsidR="00DC7302" w:rsidRPr="00D667F6" w:rsidSect="002D3F6A">
      <w:pgSz w:w="16838" w:h="11906" w:orient="landscape"/>
      <w:pgMar w:top="851" w:right="536" w:bottom="1440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B58BE"/>
    <w:multiLevelType w:val="hybridMultilevel"/>
    <w:tmpl w:val="5CE094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41A23414"/>
    <w:multiLevelType w:val="hybridMultilevel"/>
    <w:tmpl w:val="8D22BCCA"/>
    <w:lvl w:ilvl="0" w:tplc="04090005">
      <w:start w:val="1"/>
      <w:numFmt w:val="bullet"/>
      <w:lvlText w:val=""/>
      <w:lvlJc w:val="left"/>
      <w:pPr>
        <w:ind w:left="907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abstractNum w:abstractNumId="2">
    <w:nsid w:val="46CC3372"/>
    <w:multiLevelType w:val="hybridMultilevel"/>
    <w:tmpl w:val="958823E0"/>
    <w:lvl w:ilvl="0" w:tplc="0409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abstractNum w:abstractNumId="3">
    <w:nsid w:val="55C9445A"/>
    <w:multiLevelType w:val="hybridMultilevel"/>
    <w:tmpl w:val="E87EC4FA"/>
    <w:lvl w:ilvl="0" w:tplc="499A01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AA1"/>
    <w:rsid w:val="000715EC"/>
    <w:rsid w:val="00076D3B"/>
    <w:rsid w:val="00127568"/>
    <w:rsid w:val="00142E52"/>
    <w:rsid w:val="001915BA"/>
    <w:rsid w:val="001C5EBC"/>
    <w:rsid w:val="001D5111"/>
    <w:rsid w:val="0026769E"/>
    <w:rsid w:val="002C2BF9"/>
    <w:rsid w:val="002D3F6A"/>
    <w:rsid w:val="002E604D"/>
    <w:rsid w:val="00303B37"/>
    <w:rsid w:val="0033464F"/>
    <w:rsid w:val="003B02FC"/>
    <w:rsid w:val="0042638B"/>
    <w:rsid w:val="00451E91"/>
    <w:rsid w:val="00471E59"/>
    <w:rsid w:val="004D1CAB"/>
    <w:rsid w:val="0051509F"/>
    <w:rsid w:val="0056459F"/>
    <w:rsid w:val="005A1987"/>
    <w:rsid w:val="005A27F4"/>
    <w:rsid w:val="00642B43"/>
    <w:rsid w:val="0065175A"/>
    <w:rsid w:val="00675BE3"/>
    <w:rsid w:val="00722E91"/>
    <w:rsid w:val="00724843"/>
    <w:rsid w:val="00795FBB"/>
    <w:rsid w:val="007B4FB2"/>
    <w:rsid w:val="007D5AA1"/>
    <w:rsid w:val="00831D15"/>
    <w:rsid w:val="00845D7A"/>
    <w:rsid w:val="00845FBF"/>
    <w:rsid w:val="008E11C6"/>
    <w:rsid w:val="008F5301"/>
    <w:rsid w:val="009A0F22"/>
    <w:rsid w:val="00A943C3"/>
    <w:rsid w:val="00AC7B29"/>
    <w:rsid w:val="00AD06FF"/>
    <w:rsid w:val="00B10955"/>
    <w:rsid w:val="00B14895"/>
    <w:rsid w:val="00B15105"/>
    <w:rsid w:val="00B42628"/>
    <w:rsid w:val="00B5551B"/>
    <w:rsid w:val="00C06BA3"/>
    <w:rsid w:val="00C47B03"/>
    <w:rsid w:val="00D1752B"/>
    <w:rsid w:val="00D57821"/>
    <w:rsid w:val="00D667F6"/>
    <w:rsid w:val="00D970CA"/>
    <w:rsid w:val="00DC7302"/>
    <w:rsid w:val="00E033B2"/>
    <w:rsid w:val="00E41262"/>
    <w:rsid w:val="00E725EC"/>
    <w:rsid w:val="00E960C1"/>
    <w:rsid w:val="00FE6FDE"/>
    <w:rsid w:val="00FF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3B"/>
    <w:pPr>
      <w:spacing w:after="160" w:line="259" w:lineRule="auto"/>
    </w:pPr>
    <w:rPr>
      <w:rFonts w:cs="Arial"/>
      <w:lang w:val="vi-V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D5AA1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D06F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86</Words>
  <Characters>493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 Nguyen</dc:creator>
  <cp:keywords/>
  <dc:description/>
  <cp:lastModifiedBy>NGUYEN</cp:lastModifiedBy>
  <cp:revision>2</cp:revision>
  <dcterms:created xsi:type="dcterms:W3CDTF">2016-08-08T09:09:00Z</dcterms:created>
  <dcterms:modified xsi:type="dcterms:W3CDTF">2016-08-08T09:09:00Z</dcterms:modified>
</cp:coreProperties>
</file>